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AEE8B" w14:textId="5EB7A5D8" w:rsidR="0060553C" w:rsidRPr="00770C77" w:rsidRDefault="00770C77" w:rsidP="00912661">
      <w:pPr>
        <w:spacing w:after="0"/>
        <w:rPr>
          <w:lang w:val="de-DE"/>
        </w:rPr>
      </w:pPr>
      <w:r>
        <w:rPr>
          <w:lang w:val="de-DE"/>
        </w:rPr>
        <w:t xml:space="preserve">Before </w:t>
      </w:r>
      <w:r>
        <w:rPr>
          <w:noProof/>
        </w:rPr>
        <mc:AlternateContent>
          <mc:Choice Requires="wpg">
            <w:drawing>
              <wp:inline distT="0" distB="0" distL="0" distR="0" wp14:anchorId="46622DA7" wp14:editId="266F5FB8">
                <wp:extent cx="2232660" cy="1554480"/>
                <wp:effectExtent l="0" t="0" r="0" b="7620"/>
                <wp:docPr id="4" name="Group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B6D6E6-A3B3-356C-0CAA-B7554F695F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2660" cy="1554480"/>
                          <a:chOff x="0" y="0"/>
                          <a:chExt cx="2232660" cy="1554480"/>
                        </a:xfrm>
                      </wpg:grpSpPr>
                      <wps:wsp>
                        <wps:cNvPr id="1877091862" name="Rectangle 1877091862">
                          <a:extLst>
                            <a:ext uri="{FF2B5EF4-FFF2-40B4-BE49-F238E27FC236}">
                              <a16:creationId xmlns:a16="http://schemas.microsoft.com/office/drawing/2014/main" id="{EBAA3E26-7137-5D13-A7BD-E157909C164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232660" cy="155448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7708268" name="Isosceles Triangle 2137708268">
                          <a:extLst>
                            <a:ext uri="{FF2B5EF4-FFF2-40B4-BE49-F238E27FC236}">
                              <a16:creationId xmlns:a16="http://schemas.microsoft.com/office/drawing/2014/main" id="{0F7ECDD2-C70B-D85E-C24F-87FFF0CC28BD}"/>
                            </a:ext>
                          </a:extLst>
                        </wps:cNvPr>
                        <wps:cNvSpPr/>
                        <wps:spPr>
                          <a:xfrm>
                            <a:off x="346710" y="220980"/>
                            <a:ext cx="1539240" cy="111252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CF45DA" w14:textId="77777777" w:rsidR="00770C77" w:rsidRDefault="00770C77" w:rsidP="00770C77">
                              <w:pPr>
                                <w:spacing w:after="160" w:line="256" w:lineRule="auto"/>
                                <w:jc w:val="center"/>
                                <w:rPr>
                                  <w:rFonts w:eastAsia="Yu Mincho" w:hAnsi="Calibri" w:cs="Arial"/>
                                  <w:color w:val="FFFFFF" w:themeColor="light1"/>
                                  <w:kern w:val="2"/>
                                  <w:lang w:val="de-DE"/>
                                </w:rPr>
                              </w:pPr>
                              <w:r>
                                <w:rPr>
                                  <w:rFonts w:eastAsia="Yu Mincho" w:hAnsi="Calibri" w:cs="Arial"/>
                                  <w:color w:val="FFFFFF" w:themeColor="light1"/>
                                  <w:kern w:val="2"/>
                                  <w:lang w:val="de-DE"/>
                                </w:rPr>
                                <w:t>Triangle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622DA7" id="Group 3" o:spid="_x0000_s1026" style="width:175.8pt;height:122.4pt;mso-position-horizontal-relative:char;mso-position-vertical-relative:line" coordsize="22326,1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">
                <v:rect id="Rectangle 1877091862" o:spid="_x0000_s1027" style="position:absolute;width:22326;height:155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" fillcolor="#eaf1dd [662]" stroked="f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137708268" o:spid="_x0000_s1028" type="#_x0000_t5" style="position:absolute;left:3467;top:2209;width:15392;height:11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" fillcolor="#4f81bd [3204]" strokecolor="#0a121c [484]" strokeweight="2pt">
                  <v:textbox>
                    <w:txbxContent>
                      <w:p w14:paraId="44CF45DA" w14:textId="77777777" w:rsidR="00770C77" w:rsidRDefault="00770C77" w:rsidP="00770C77">
                        <w:pPr>
                          <w:spacing w:after="160" w:line="256" w:lineRule="auto"/>
                          <w:jc w:val="center"/>
                          <w:rPr>
                            <w:rFonts w:eastAsia="Yu Mincho" w:hAnsi="Calibri" w:cs="Arial"/>
                            <w:color w:val="FFFFFF" w:themeColor="light1"/>
                            <w:kern w:val="2"/>
                            <w:lang w:val="de-DE"/>
                          </w:rPr>
                        </w:pPr>
                        <w:r>
                          <w:rPr>
                            <w:rFonts w:eastAsia="Yu Mincho" w:hAnsi="Calibri" w:cs="Arial"/>
                            <w:color w:val="FFFFFF" w:themeColor="light1"/>
                            <w:kern w:val="2"/>
                            <w:lang w:val="de-DE"/>
                          </w:rPr>
                          <w:t>Triangle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lang w:val="de-DE"/>
        </w:rPr>
        <w:t xml:space="preserve"> after</w:t>
      </w:r>
    </w:p>
    <w:sectPr w:rsidR="0060553C" w:rsidRPr="00770C77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7"/>
    <w:rsid w:val="000C1ECD"/>
    <w:rsid w:val="002B63F0"/>
    <w:rsid w:val="00321565"/>
    <w:rsid w:val="00326855"/>
    <w:rsid w:val="004E38BB"/>
    <w:rsid w:val="005702D9"/>
    <w:rsid w:val="0060553C"/>
    <w:rsid w:val="0062363A"/>
    <w:rsid w:val="007257C4"/>
    <w:rsid w:val="00770C77"/>
    <w:rsid w:val="0087728C"/>
    <w:rsid w:val="00912661"/>
    <w:rsid w:val="00936920"/>
    <w:rsid w:val="00AB7264"/>
    <w:rsid w:val="00B1519E"/>
    <w:rsid w:val="00BB620D"/>
    <w:rsid w:val="00BD6080"/>
    <w:rsid w:val="00C2637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C7B9F0"/>
  <w14:discardImageEditingData/>
  <w14:defaultImageDpi w14:val="32767"/>
  <w15:chartTrackingRefBased/>
  <w15:docId w15:val="{217C1D20-F4FC-4AC7-8B25-6DEF78153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1</cp:revision>
  <dcterms:created xsi:type="dcterms:W3CDTF">2023-12-01T06:57:00Z</dcterms:created>
  <dcterms:modified xsi:type="dcterms:W3CDTF">2023-12-01T07:01:00Z</dcterms:modified>
</cp:coreProperties>
</file>